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1AB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D831E72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 ronde uitloopbek</w:t>
      </w:r>
      <w:r>
        <w:rPr>
          <w:rFonts w:ascii="Arial" w:hAnsi="Arial"/>
        </w:rPr>
        <w:t>, voor montage op de wastafel</w:t>
      </w:r>
    </w:p>
    <w:p w14:paraId="3A33E357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uitloopbek vertrekt vanop het kraangat,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is dan naar voor en naar beneden geplooid</w:t>
      </w:r>
    </w:p>
    <w:p w14:paraId="73A557F8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het kraangat</w:t>
      </w:r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glansverchroomd rond plaatje </w:t>
      </w:r>
      <w:r>
        <w:rPr>
          <w:rFonts w:ascii="Arial" w:hAnsi="Arial"/>
        </w:rPr>
        <w:t>afgedekt</w:t>
      </w:r>
    </w:p>
    <w:p w14:paraId="292CBD5B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ronde uitloopbek bevindt zich </w:t>
      </w:r>
      <w:r w:rsidR="00962CB5">
        <w:rPr>
          <w:rFonts w:ascii="Arial" w:hAnsi="Arial"/>
        </w:rPr>
        <w:t xml:space="preserve">een vlak gedeelte met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34691411" w14:textId="0FFB0115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 xml:space="preserve">elektronisch </w:t>
      </w:r>
      <w:r w:rsidR="00B70B26">
        <w:rPr>
          <w:rFonts w:ascii="Arial" w:hAnsi="Arial"/>
        </w:rPr>
        <w:t>wastafel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3E339902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C81AA7B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57618D5" w14:textId="60C2F3E8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ronde uitloopbek en het ronde </w:t>
      </w:r>
      <w:r w:rsidR="00B97E6C">
        <w:rPr>
          <w:rFonts w:ascii="Arial" w:hAnsi="Arial"/>
        </w:rPr>
        <w:t>kraangat</w:t>
      </w:r>
      <w:r>
        <w:rPr>
          <w:rFonts w:ascii="Arial" w:hAnsi="Arial"/>
        </w:rPr>
        <w:t xml:space="preserve">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4EA38FA6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73CABF46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4418D6D1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07F5E978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000A5666" w14:textId="77777777"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14:paraId="27A12434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6BF6AB9E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7122B3DF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D5943D0" w14:textId="77777777" w:rsidTr="00145383">
        <w:tc>
          <w:tcPr>
            <w:tcW w:w="9663" w:type="dxa"/>
          </w:tcPr>
          <w:p w14:paraId="5B5B6C5E" w14:textId="77777777" w:rsidR="00145383" w:rsidRPr="00735DE7" w:rsidRDefault="008A2840" w:rsidP="00145383">
            <w:r>
              <w:rPr>
                <w:rFonts w:ascii="Arial" w:hAnsi="Arial"/>
              </w:rPr>
              <w:t>Uitstroomhoogte van de uitloopbek (= hoogte boven kraangat)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</w:t>
            </w:r>
            <w:r w:rsidR="00145383">
              <w:t>,</w:t>
            </w:r>
            <w:r>
              <w:t>3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348C68C0" w14:textId="77777777" w:rsidTr="00145383">
        <w:tc>
          <w:tcPr>
            <w:tcW w:w="9663" w:type="dxa"/>
          </w:tcPr>
          <w:p w14:paraId="448B7175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28BF8A97" w14:textId="77777777" w:rsidTr="00145383">
        <w:tc>
          <w:tcPr>
            <w:tcW w:w="9663" w:type="dxa"/>
          </w:tcPr>
          <w:p w14:paraId="099B6006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19,3 cm</w:t>
            </w:r>
          </w:p>
        </w:tc>
      </w:tr>
      <w:tr w:rsidR="00594FAD" w:rsidRPr="00735DE7" w14:paraId="177D9513" w14:textId="77777777" w:rsidTr="00145383">
        <w:tc>
          <w:tcPr>
            <w:tcW w:w="9663" w:type="dxa"/>
          </w:tcPr>
          <w:p w14:paraId="57349679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47CCA9B5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11975A40" w14:textId="77777777" w:rsidR="00E301FE" w:rsidRDefault="00E301FE">
      <w:r>
        <w:br w:type="page"/>
      </w:r>
    </w:p>
    <w:p w14:paraId="766E0663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  <w:r w:rsidR="008919BF">
        <w:rPr>
          <w:rFonts w:ascii="Arial" w:hAnsi="Arial"/>
          <w:b/>
          <w:u w:val="none"/>
        </w:rPr>
        <w:t>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3A6448E9" w14:textId="77777777" w:rsidTr="00CC06A5">
        <w:trPr>
          <w:trHeight w:val="80"/>
        </w:trPr>
        <w:tc>
          <w:tcPr>
            <w:tcW w:w="3685" w:type="dxa"/>
          </w:tcPr>
          <w:p w14:paraId="75F80C8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4806A8E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289C55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23687462" w14:textId="77777777" w:rsidTr="00CC06A5">
        <w:tc>
          <w:tcPr>
            <w:tcW w:w="3685" w:type="dxa"/>
          </w:tcPr>
          <w:p w14:paraId="344DF63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2DEBD1E8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AE08C0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6844A7A7" w14:textId="77777777" w:rsidTr="00CC06A5">
        <w:tc>
          <w:tcPr>
            <w:tcW w:w="3685" w:type="dxa"/>
          </w:tcPr>
          <w:p w14:paraId="7945A1E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7F60EDA3" w14:textId="77777777" w:rsidR="00E301FE" w:rsidRPr="002A1799" w:rsidRDefault="00E301FE" w:rsidP="00CC06A5"/>
        </w:tc>
        <w:tc>
          <w:tcPr>
            <w:tcW w:w="4961" w:type="dxa"/>
          </w:tcPr>
          <w:p w14:paraId="4489746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DE017E2" w14:textId="77777777" w:rsidTr="00CC06A5">
        <w:tc>
          <w:tcPr>
            <w:tcW w:w="3685" w:type="dxa"/>
          </w:tcPr>
          <w:p w14:paraId="2CE0B0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42CCACE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11280B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0DC78668" w14:textId="77777777" w:rsidTr="00CC06A5">
        <w:tc>
          <w:tcPr>
            <w:tcW w:w="3685" w:type="dxa"/>
          </w:tcPr>
          <w:p w14:paraId="1901368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5E95DBF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62392E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099E74F6" w14:textId="77777777" w:rsidTr="00CC06A5">
        <w:tc>
          <w:tcPr>
            <w:tcW w:w="3685" w:type="dxa"/>
          </w:tcPr>
          <w:p w14:paraId="3A7BF92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1114D6A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FD3C0F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6EF0B70B" w14:textId="77777777" w:rsidTr="00CC06A5">
        <w:tc>
          <w:tcPr>
            <w:tcW w:w="3685" w:type="dxa"/>
          </w:tcPr>
          <w:p w14:paraId="1EF9C1C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6E8CDDC4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D24918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1AA1097E" w14:textId="77777777" w:rsidTr="00CC06A5">
        <w:tc>
          <w:tcPr>
            <w:tcW w:w="3685" w:type="dxa"/>
          </w:tcPr>
          <w:p w14:paraId="23AB259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77CF0BB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D016C3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AC0AD1A" w14:textId="77777777" w:rsidTr="00CC06A5">
        <w:tc>
          <w:tcPr>
            <w:tcW w:w="3685" w:type="dxa"/>
          </w:tcPr>
          <w:p w14:paraId="2EF5F14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C35133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B2F259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7641340C" w14:textId="77777777" w:rsidTr="00CC06A5">
        <w:tc>
          <w:tcPr>
            <w:tcW w:w="3685" w:type="dxa"/>
          </w:tcPr>
          <w:p w14:paraId="3CBD833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4D603E8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04BC7E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7D96CE02" w14:textId="77777777" w:rsidTr="00CC06A5">
        <w:tc>
          <w:tcPr>
            <w:tcW w:w="3685" w:type="dxa"/>
          </w:tcPr>
          <w:p w14:paraId="3E769A9C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67162A4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860332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1D6A0C14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85E1DBB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1DA746D5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024B6832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35552030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DC09DDE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1750B9E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21E8F7B2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0173291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73A1" w14:textId="77777777" w:rsidR="00D31F0E" w:rsidRDefault="00D31F0E">
      <w:r>
        <w:separator/>
      </w:r>
    </w:p>
  </w:endnote>
  <w:endnote w:type="continuationSeparator" w:id="0">
    <w:p w14:paraId="76DEC8AB" w14:textId="77777777" w:rsidR="00D31F0E" w:rsidRDefault="00D31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BB13E" w14:textId="77777777" w:rsidR="00A004CE" w:rsidRDefault="00A004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5F010CB" w14:textId="77777777">
      <w:tc>
        <w:tcPr>
          <w:tcW w:w="3392" w:type="dxa"/>
        </w:tcPr>
        <w:p w14:paraId="3A260FB2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134E9FE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601964E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25C10926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80C6" w14:textId="77777777" w:rsidR="00A004CE" w:rsidRDefault="00A004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DCF2F" w14:textId="77777777" w:rsidR="00D31F0E" w:rsidRDefault="00D31F0E">
      <w:r>
        <w:separator/>
      </w:r>
    </w:p>
  </w:footnote>
  <w:footnote w:type="continuationSeparator" w:id="0">
    <w:p w14:paraId="00CC2F08" w14:textId="77777777" w:rsidR="00D31F0E" w:rsidRDefault="00D31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41C74" w14:textId="77777777" w:rsidR="00A004CE" w:rsidRDefault="00A004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AE74E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B6532E2" wp14:editId="645DE10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287B52" w14:textId="77777777" w:rsidR="00E43D97" w:rsidRPr="00B64DD5" w:rsidRDefault="00D352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Piave,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A004CE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meng</w:t>
    </w:r>
    <w:r w:rsidR="003D1E2D">
      <w:rPr>
        <w:rFonts w:ascii="Arial" w:hAnsi="Arial"/>
        <w:b/>
      </w:rPr>
      <w:t>-</w:t>
    </w:r>
    <w:r>
      <w:rPr>
        <w:rFonts w:ascii="Arial" w:hAnsi="Arial"/>
        <w:b/>
      </w:rPr>
      <w:br/>
    </w:r>
    <w:r w:rsidR="003D1E2D">
      <w:rPr>
        <w:rFonts w:ascii="Arial" w:hAnsi="Arial"/>
        <w:b/>
      </w:rPr>
      <w:t xml:space="preserve">ventiel,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93CD" w14:textId="77777777" w:rsidR="00A004CE" w:rsidRDefault="00A004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76782360">
    <w:abstractNumId w:val="16"/>
  </w:num>
  <w:num w:numId="2" w16cid:durableId="1967537422">
    <w:abstractNumId w:val="22"/>
  </w:num>
  <w:num w:numId="3" w16cid:durableId="581336427">
    <w:abstractNumId w:val="4"/>
  </w:num>
  <w:num w:numId="4" w16cid:durableId="1970629562">
    <w:abstractNumId w:val="3"/>
  </w:num>
  <w:num w:numId="5" w16cid:durableId="893932526">
    <w:abstractNumId w:val="13"/>
  </w:num>
  <w:num w:numId="6" w16cid:durableId="393117628">
    <w:abstractNumId w:val="15"/>
  </w:num>
  <w:num w:numId="7" w16cid:durableId="29189134">
    <w:abstractNumId w:val="6"/>
  </w:num>
  <w:num w:numId="8" w16cid:durableId="825515266">
    <w:abstractNumId w:val="19"/>
  </w:num>
  <w:num w:numId="9" w16cid:durableId="785585844">
    <w:abstractNumId w:val="25"/>
  </w:num>
  <w:num w:numId="10" w16cid:durableId="877624688">
    <w:abstractNumId w:val="2"/>
  </w:num>
  <w:num w:numId="11" w16cid:durableId="1964771529">
    <w:abstractNumId w:val="12"/>
  </w:num>
  <w:num w:numId="12" w16cid:durableId="146941938">
    <w:abstractNumId w:val="11"/>
  </w:num>
  <w:num w:numId="13" w16cid:durableId="1824808364">
    <w:abstractNumId w:val="24"/>
  </w:num>
  <w:num w:numId="14" w16cid:durableId="430780735">
    <w:abstractNumId w:val="7"/>
  </w:num>
  <w:num w:numId="15" w16cid:durableId="609314710">
    <w:abstractNumId w:val="0"/>
  </w:num>
  <w:num w:numId="16" w16cid:durableId="2053192436">
    <w:abstractNumId w:val="10"/>
  </w:num>
  <w:num w:numId="17" w16cid:durableId="2029671822">
    <w:abstractNumId w:val="5"/>
  </w:num>
  <w:num w:numId="18" w16cid:durableId="2070034703">
    <w:abstractNumId w:val="20"/>
  </w:num>
  <w:num w:numId="19" w16cid:durableId="60174168">
    <w:abstractNumId w:val="21"/>
  </w:num>
  <w:num w:numId="20" w16cid:durableId="1001854808">
    <w:abstractNumId w:val="18"/>
  </w:num>
  <w:num w:numId="21" w16cid:durableId="922488362">
    <w:abstractNumId w:val="17"/>
  </w:num>
  <w:num w:numId="22" w16cid:durableId="1216357891">
    <w:abstractNumId w:val="14"/>
  </w:num>
  <w:num w:numId="23" w16cid:durableId="2025472867">
    <w:abstractNumId w:val="23"/>
  </w:num>
  <w:num w:numId="24" w16cid:durableId="1336880420">
    <w:abstractNumId w:val="8"/>
  </w:num>
  <w:num w:numId="25" w16cid:durableId="661272454">
    <w:abstractNumId w:val="9"/>
  </w:num>
  <w:num w:numId="26" w16cid:durableId="663777205">
    <w:abstractNumId w:val="1"/>
  </w:num>
  <w:num w:numId="27" w16cid:durableId="724368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0B26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97E6C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1F0E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schemas.microsoft.com/office/infopath/2007/PartnerControls"/>
    <ds:schemaRef ds:uri="a2313ea8-4521-49e8-b6bb-ca19bded6e88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D5CCECE-57D7-4AAD-B9B0-EDDB011A4897}"/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248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2021-01-29T14:16:00Z</dcterms:created>
  <dcterms:modified xsi:type="dcterms:W3CDTF">2023-12-21T23:44:00Z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